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57" w:type="dxa"/>
        <w:tblInd w:w="3" w:type="dxa"/>
        <w:tblBorders>
          <w:top w:val="single" w:sz="18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617"/>
        <w:gridCol w:w="2880"/>
        <w:gridCol w:w="2160"/>
        <w:gridCol w:w="3600"/>
      </w:tblGrid>
      <w:tr w:rsidR="00765D8B" w:rsidTr="00FB20FB">
        <w:trPr>
          <w:cantSplit/>
          <w:trHeight w:val="603"/>
        </w:trPr>
        <w:tc>
          <w:tcPr>
            <w:tcW w:w="4617" w:type="dxa"/>
          </w:tcPr>
          <w:p w:rsidR="00765D8B" w:rsidRPr="00E435DD" w:rsidRDefault="00765D8B" w:rsidP="004A76B9">
            <w:pPr>
              <w:spacing w:before="20" w:line="240" w:lineRule="auto"/>
              <w:ind w:left="-72"/>
              <w:rPr>
                <w:rFonts w:ascii="Arial" w:hAnsi="Arial"/>
                <w:spacing w:val="4"/>
                <w:sz w:val="11"/>
                <w:szCs w:val="11"/>
                <w:lang w:val="en-GB"/>
              </w:rPr>
            </w:pPr>
            <w:r w:rsidRPr="00E435DD">
              <w:rPr>
                <w:rFonts w:ascii="Arial" w:hAnsi="Arial"/>
                <w:spacing w:val="4"/>
                <w:sz w:val="11"/>
                <w:szCs w:val="11"/>
                <w:lang w:val="en-GB"/>
              </w:rPr>
              <w:t>SCHOOL</w:t>
            </w:r>
            <w:r>
              <w:rPr>
                <w:rFonts w:ascii="Arial" w:hAnsi="Arial"/>
                <w:spacing w:val="4"/>
                <w:sz w:val="11"/>
                <w:szCs w:val="11"/>
                <w:lang w:val="en-GB"/>
              </w:rPr>
              <w:t xml:space="preserve"> NAME</w:t>
            </w:r>
          </w:p>
          <w:p w:rsidR="00765D8B" w:rsidRPr="00FB20FB" w:rsidRDefault="00765D8B" w:rsidP="00FB20FB">
            <w:pPr>
              <w:spacing w:before="120" w:after="120" w:line="240" w:lineRule="auto"/>
              <w:ind w:left="-72"/>
              <w:rPr>
                <w:rFonts w:ascii="Arial" w:hAnsi="Arial"/>
                <w:lang w:val="en-GB"/>
              </w:rPr>
            </w:pPr>
          </w:p>
        </w:tc>
        <w:tc>
          <w:tcPr>
            <w:tcW w:w="2880" w:type="dxa"/>
            <w:tcBorders>
              <w:right w:val="single" w:sz="2" w:space="0" w:color="000000" w:themeColor="text1"/>
            </w:tcBorders>
          </w:tcPr>
          <w:p w:rsidR="00765D8B" w:rsidRDefault="00765D8B" w:rsidP="004A76B9">
            <w:pPr>
              <w:spacing w:before="20" w:line="240" w:lineRule="auto"/>
              <w:ind w:left="-72"/>
              <w:rPr>
                <w:rFonts w:ascii="Arial" w:hAnsi="Arial"/>
                <w:spacing w:val="4"/>
                <w:sz w:val="11"/>
                <w:szCs w:val="11"/>
                <w:lang w:val="en-GB"/>
              </w:rPr>
            </w:pPr>
            <w:r>
              <w:rPr>
                <w:rFonts w:ascii="Arial" w:hAnsi="Arial"/>
                <w:spacing w:val="4"/>
                <w:sz w:val="11"/>
                <w:szCs w:val="11"/>
                <w:lang w:val="en-GB"/>
              </w:rPr>
              <w:t>CONTACT NAME</w:t>
            </w:r>
          </w:p>
          <w:p w:rsidR="00FB20FB" w:rsidRPr="00FB20FB" w:rsidRDefault="00FB20FB" w:rsidP="00FB20FB">
            <w:pPr>
              <w:spacing w:before="120" w:after="120" w:line="240" w:lineRule="auto"/>
              <w:ind w:left="-72"/>
              <w:rPr>
                <w:rFonts w:ascii="Arial" w:hAnsi="Arial"/>
                <w:lang w:val="en-GB"/>
              </w:rPr>
            </w:pPr>
          </w:p>
        </w:tc>
        <w:tc>
          <w:tcPr>
            <w:tcW w:w="2160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:rsidR="00765D8B" w:rsidRDefault="00765D8B" w:rsidP="004A76B9">
            <w:pPr>
              <w:spacing w:before="20" w:line="240" w:lineRule="auto"/>
              <w:ind w:left="-72"/>
              <w:rPr>
                <w:rFonts w:ascii="Arial" w:hAnsi="Arial"/>
                <w:sz w:val="11"/>
                <w:szCs w:val="11"/>
                <w:lang w:val="en-GB"/>
              </w:rPr>
            </w:pPr>
            <w:r>
              <w:rPr>
                <w:rFonts w:ascii="Arial" w:hAnsi="Arial"/>
                <w:sz w:val="11"/>
                <w:szCs w:val="11"/>
                <w:lang w:val="en-GB"/>
              </w:rPr>
              <w:t>PHONE NUMBER</w:t>
            </w:r>
          </w:p>
          <w:p w:rsidR="00FB20FB" w:rsidRPr="00FB20FB" w:rsidRDefault="00FB20FB" w:rsidP="00FB20FB">
            <w:pPr>
              <w:spacing w:before="120" w:after="120" w:line="240" w:lineRule="auto"/>
              <w:ind w:left="-72"/>
              <w:rPr>
                <w:rFonts w:ascii="Arial" w:hAnsi="Arial"/>
                <w:lang w:val="en-GB"/>
              </w:rPr>
            </w:pPr>
          </w:p>
        </w:tc>
        <w:tc>
          <w:tcPr>
            <w:tcW w:w="3600" w:type="dxa"/>
            <w:tcBorders>
              <w:left w:val="single" w:sz="2" w:space="0" w:color="000000" w:themeColor="text1"/>
            </w:tcBorders>
          </w:tcPr>
          <w:p w:rsidR="00765D8B" w:rsidRDefault="00765D8B" w:rsidP="004A76B9">
            <w:pPr>
              <w:spacing w:before="20" w:line="240" w:lineRule="auto"/>
              <w:ind w:left="-43"/>
              <w:rPr>
                <w:rFonts w:ascii="Arial" w:hAnsi="Arial"/>
                <w:sz w:val="11"/>
                <w:szCs w:val="11"/>
                <w:lang w:val="en-GB"/>
              </w:rPr>
            </w:pPr>
            <w:r>
              <w:rPr>
                <w:rFonts w:ascii="Arial" w:hAnsi="Arial"/>
                <w:sz w:val="11"/>
                <w:szCs w:val="11"/>
                <w:lang w:val="en-GB"/>
              </w:rPr>
              <w:t>EMAIL ADDRESS</w:t>
            </w:r>
          </w:p>
          <w:p w:rsidR="00FB20FB" w:rsidRPr="00FB20FB" w:rsidRDefault="00FB20FB" w:rsidP="00FB20FB">
            <w:pPr>
              <w:spacing w:before="120" w:after="120" w:line="240" w:lineRule="auto"/>
              <w:ind w:left="-72"/>
              <w:rPr>
                <w:rFonts w:ascii="Arial" w:hAnsi="Arial"/>
                <w:lang w:val="en-GB"/>
              </w:rPr>
            </w:pPr>
          </w:p>
        </w:tc>
      </w:tr>
    </w:tbl>
    <w:p w:rsidR="003B71A5" w:rsidRDefault="003B71A5"/>
    <w:tbl>
      <w:tblPr>
        <w:tblStyle w:val="TableGrid"/>
        <w:tblW w:w="5027" w:type="pct"/>
        <w:tblBorders>
          <w:top w:val="single" w:sz="18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1110"/>
        <w:gridCol w:w="2415"/>
        <w:gridCol w:w="1079"/>
        <w:gridCol w:w="5930"/>
        <w:gridCol w:w="1461"/>
        <w:gridCol w:w="1259"/>
      </w:tblGrid>
      <w:tr w:rsidR="007425FF" w:rsidRPr="007128A8" w:rsidTr="002D17A6">
        <w:trPr>
          <w:trHeight w:val="92"/>
          <w:tblHeader/>
        </w:trPr>
        <w:tc>
          <w:tcPr>
            <w:tcW w:w="1737" w:type="pct"/>
            <w:gridSpan w:val="3"/>
            <w:tcBorders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425FF" w:rsidRPr="00177656" w:rsidRDefault="007425FF" w:rsidP="00B53C2A">
            <w:pPr>
              <w:widowControl/>
              <w:spacing w:before="60" w:after="60" w:line="240" w:lineRule="auto"/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</w:pP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t>[Classroom</w:t>
            </w:r>
            <w:r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t>/</w:t>
            </w: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t xml:space="preserve">Practical] session [#] </w:t>
            </w: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br/>
            </w:r>
            <w:r w:rsidRPr="00750CA1">
              <w:rPr>
                <w:rFonts w:ascii="Verdana" w:hAnsi="Verdana"/>
                <w:color w:val="444433"/>
                <w:sz w:val="22"/>
                <w:szCs w:val="22"/>
                <w:lang w:val="en-CA"/>
              </w:rPr>
              <w:t xml:space="preserve">Time: </w:t>
            </w:r>
            <w:r w:rsidRPr="00750CA1">
              <w:rPr>
                <w:rFonts w:ascii="Verdana" w:hAnsi="Verdana"/>
                <w:color w:val="444433"/>
                <w:sz w:val="22"/>
                <w:szCs w:val="22"/>
                <w:lang w:val="en-CA"/>
              </w:rPr>
              <w:t>[Insert length of session]</w:t>
            </w:r>
          </w:p>
        </w:tc>
        <w:tc>
          <w:tcPr>
            <w:tcW w:w="3263" w:type="pct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7425FF" w:rsidRPr="00295B95" w:rsidRDefault="007425FF" w:rsidP="00B53C2A">
            <w:pPr>
              <w:widowControl/>
              <w:spacing w:before="60" w:after="60" w:line="240" w:lineRule="auto"/>
              <w:rPr>
                <w:rFonts w:ascii="Verdana" w:hAnsi="Verdana" w:cs="Arial"/>
                <w:b/>
                <w:color w:val="444433"/>
                <w:sz w:val="22"/>
                <w:szCs w:val="22"/>
                <w:lang w:val="en-CA"/>
              </w:rPr>
            </w:pPr>
            <w:r w:rsidRPr="00295B95">
              <w:rPr>
                <w:rFonts w:ascii="Verdana" w:hAnsi="Verdana" w:cs="Arial"/>
                <w:color w:val="444433"/>
                <w:sz w:val="22"/>
                <w:szCs w:val="22"/>
                <w:lang w:val="en-CA"/>
              </w:rPr>
              <w:t>[Use</w:t>
            </w:r>
            <w:bookmarkStart w:id="0" w:name="_GoBack"/>
            <w:bookmarkEnd w:id="0"/>
            <w:r w:rsidRPr="00295B95">
              <w:rPr>
                <w:rFonts w:ascii="Verdana" w:hAnsi="Verdana" w:cs="Arial"/>
                <w:color w:val="444433"/>
                <w:sz w:val="22"/>
                <w:szCs w:val="22"/>
                <w:lang w:val="en-CA"/>
              </w:rPr>
              <w:t xml:space="preserve"> this space to enter additional information about the session]</w:t>
            </w:r>
          </w:p>
        </w:tc>
      </w:tr>
      <w:tr w:rsidR="00875778" w:rsidRPr="007128A8" w:rsidTr="007425FF">
        <w:trPr>
          <w:trHeight w:val="691"/>
          <w:tblHeader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Lesson number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Title</w:t>
            </w: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Description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Learning outcome number</w:t>
            </w: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Est. time</w:t>
            </w:r>
          </w:p>
          <w:p w:rsidR="00737F6B" w:rsidRPr="00B74968" w:rsidRDefault="00737F6B" w:rsidP="000D485F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(minutes)</w:t>
            </w:r>
          </w:p>
        </w:tc>
      </w:tr>
      <w:tr w:rsidR="00875778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0C4010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B71A5" w:rsidRPr="00FB20FB" w:rsidRDefault="003B71A5" w:rsidP="000D485F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875778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875778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875778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FB20FB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875778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7128A8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7128A8" w:rsidRDefault="00737F6B" w:rsidP="000D485F">
            <w:pPr>
              <w:widowControl/>
              <w:spacing w:line="240" w:lineRule="auto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7128A8" w:rsidRDefault="00737F6B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7128A8" w:rsidRDefault="00737F6B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37F6B" w:rsidRPr="007128A8" w:rsidRDefault="00737F6B" w:rsidP="000D485F">
            <w:pPr>
              <w:widowControl/>
              <w:spacing w:line="240" w:lineRule="auto"/>
              <w:ind w:left="415" w:right="-180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</w:tr>
      <w:tr w:rsidR="00B532C3" w:rsidRPr="007128A8" w:rsidTr="007425FF">
        <w:trPr>
          <w:trHeight w:val="864"/>
        </w:trPr>
        <w:tc>
          <w:tcPr>
            <w:tcW w:w="419" w:type="pct"/>
            <w:tcBorders>
              <w:top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532C3" w:rsidRPr="007128A8" w:rsidRDefault="00B532C3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532C3" w:rsidRPr="007128A8" w:rsidRDefault="00B532C3" w:rsidP="000D485F">
            <w:pPr>
              <w:widowControl/>
              <w:spacing w:line="240" w:lineRule="auto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532C3" w:rsidRPr="007128A8" w:rsidRDefault="00B532C3" w:rsidP="000D485F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532C3" w:rsidRPr="007128A8" w:rsidRDefault="00B532C3" w:rsidP="000D485F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532C3" w:rsidRPr="007128A8" w:rsidRDefault="00B532C3" w:rsidP="000D485F">
            <w:pPr>
              <w:widowControl/>
              <w:spacing w:line="240" w:lineRule="auto"/>
              <w:ind w:left="415" w:right="-180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</w:tr>
    </w:tbl>
    <w:p w:rsidR="00CD5248" w:rsidRDefault="00B53C2A" w:rsidP="00211D6E">
      <w:pPr>
        <w:spacing w:before="240" w:line="240" w:lineRule="auto"/>
      </w:pPr>
    </w:p>
    <w:tbl>
      <w:tblPr>
        <w:tblStyle w:val="TableGrid"/>
        <w:tblW w:w="5027" w:type="pct"/>
        <w:tblBorders>
          <w:top w:val="single" w:sz="18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1110"/>
        <w:gridCol w:w="2415"/>
        <w:gridCol w:w="1079"/>
        <w:gridCol w:w="5930"/>
        <w:gridCol w:w="1461"/>
        <w:gridCol w:w="1259"/>
      </w:tblGrid>
      <w:tr w:rsidR="00177656" w:rsidRPr="007128A8" w:rsidTr="00177656">
        <w:trPr>
          <w:trHeight w:val="27"/>
          <w:tblHeader/>
        </w:trPr>
        <w:tc>
          <w:tcPr>
            <w:tcW w:w="1737" w:type="pct"/>
            <w:gridSpan w:val="3"/>
            <w:tcBorders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177656" w:rsidRDefault="00177656" w:rsidP="00B53C2A">
            <w:pPr>
              <w:widowControl/>
              <w:spacing w:before="60" w:after="60" w:line="240" w:lineRule="auto"/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</w:pP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lastRenderedPageBreak/>
              <w:t>[Classroom</w:t>
            </w:r>
            <w:r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t>/</w:t>
            </w: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t xml:space="preserve">Practical] session [#] </w:t>
            </w:r>
            <w:r w:rsidRPr="00750CA1">
              <w:rPr>
                <w:rFonts w:ascii="Verdana" w:hAnsi="Verdana"/>
                <w:b/>
                <w:color w:val="444433"/>
                <w:sz w:val="22"/>
                <w:szCs w:val="22"/>
                <w:lang w:val="en-CA"/>
              </w:rPr>
              <w:br/>
            </w:r>
            <w:r w:rsidRPr="00750CA1">
              <w:rPr>
                <w:rFonts w:ascii="Verdana" w:hAnsi="Verdana"/>
                <w:color w:val="444433"/>
                <w:sz w:val="22"/>
                <w:szCs w:val="22"/>
                <w:lang w:val="en-CA"/>
              </w:rPr>
              <w:t>Time: [Insert length of session]</w:t>
            </w:r>
          </w:p>
        </w:tc>
        <w:tc>
          <w:tcPr>
            <w:tcW w:w="3263" w:type="pct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177656" w:rsidRPr="00B53C2A" w:rsidRDefault="00177656" w:rsidP="00B53C2A">
            <w:pPr>
              <w:widowControl/>
              <w:spacing w:before="60" w:after="60" w:line="240" w:lineRule="auto"/>
              <w:rPr>
                <w:rFonts w:ascii="Verdana" w:hAnsi="Verdana" w:cs="Arial"/>
                <w:b/>
                <w:color w:val="444433"/>
                <w:sz w:val="22"/>
                <w:szCs w:val="22"/>
                <w:lang w:val="en-CA"/>
              </w:rPr>
            </w:pPr>
            <w:r w:rsidRPr="00B53C2A">
              <w:rPr>
                <w:rFonts w:ascii="Verdana" w:hAnsi="Verdana" w:cs="Arial"/>
                <w:color w:val="444433"/>
                <w:sz w:val="22"/>
                <w:szCs w:val="22"/>
                <w:lang w:val="en-CA"/>
              </w:rPr>
              <w:t>[Use this space to enter additional information about the session]</w:t>
            </w:r>
          </w:p>
        </w:tc>
      </w:tr>
      <w:tr w:rsidR="00177656" w:rsidRPr="007128A8" w:rsidTr="003955B6">
        <w:trPr>
          <w:trHeight w:val="691"/>
          <w:tblHeader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Lesson number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Title</w:t>
            </w: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Description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Learning outcome number</w:t>
            </w: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Est. time</w:t>
            </w:r>
          </w:p>
          <w:p w:rsidR="00177656" w:rsidRPr="00B74968" w:rsidRDefault="00177656" w:rsidP="003955B6">
            <w:pPr>
              <w:widowControl/>
              <w:spacing w:line="240" w:lineRule="auto"/>
              <w:jc w:val="center"/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</w:pPr>
            <w:r w:rsidRPr="00B74968">
              <w:rPr>
                <w:rFonts w:ascii="Arial" w:hAnsi="Arial" w:cs="Arial"/>
                <w:b/>
                <w:color w:val="444433"/>
                <w:sz w:val="18"/>
                <w:szCs w:val="18"/>
                <w:lang w:val="en-CA"/>
              </w:rPr>
              <w:t>(minutes)</w:t>
            </w: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0C4010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FB20FB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lang w:val="en-CA"/>
              </w:rPr>
            </w:pP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ind w:left="415" w:right="-180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</w:tr>
      <w:tr w:rsidR="00177656" w:rsidRPr="007128A8" w:rsidTr="003955B6">
        <w:trPr>
          <w:trHeight w:val="864"/>
        </w:trPr>
        <w:tc>
          <w:tcPr>
            <w:tcW w:w="419" w:type="pct"/>
            <w:tcBorders>
              <w:top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2644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contextualSpacing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jc w:val="center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  <w:tc>
          <w:tcPr>
            <w:tcW w:w="475" w:type="pct"/>
            <w:tcBorders>
              <w:top w:val="single" w:sz="2" w:space="0" w:color="auto"/>
              <w:left w:val="single" w:sz="2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77656" w:rsidRPr="007128A8" w:rsidRDefault="00177656" w:rsidP="003955B6">
            <w:pPr>
              <w:widowControl/>
              <w:spacing w:line="240" w:lineRule="auto"/>
              <w:ind w:left="415" w:right="-180"/>
              <w:rPr>
                <w:rFonts w:ascii="Verdana" w:hAnsi="Verdana"/>
                <w:color w:val="444433"/>
                <w:sz w:val="22"/>
                <w:szCs w:val="22"/>
                <w:lang w:val="en-CA"/>
              </w:rPr>
            </w:pPr>
          </w:p>
        </w:tc>
      </w:tr>
    </w:tbl>
    <w:p w:rsidR="00694D9E" w:rsidRDefault="00694D9E" w:rsidP="007425FF">
      <w:pPr>
        <w:spacing w:before="240" w:line="240" w:lineRule="auto"/>
      </w:pPr>
    </w:p>
    <w:sectPr w:rsidR="00694D9E" w:rsidSect="00EE71C1">
      <w:headerReference w:type="default" r:id="rId7"/>
      <w:headerReference w:type="first" r:id="rId8"/>
      <w:pgSz w:w="15840" w:h="12240" w:orient="landscape" w:code="1"/>
      <w:pgMar w:top="1440" w:right="1440" w:bottom="720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F6B" w:rsidRDefault="00737F6B" w:rsidP="00737F6B">
      <w:pPr>
        <w:spacing w:line="240" w:lineRule="auto"/>
      </w:pPr>
      <w:r>
        <w:separator/>
      </w:r>
    </w:p>
  </w:endnote>
  <w:endnote w:type="continuationSeparator" w:id="0">
    <w:p w:rsidR="00737F6B" w:rsidRDefault="00737F6B" w:rsidP="00737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F6B" w:rsidRDefault="00737F6B" w:rsidP="00737F6B">
      <w:pPr>
        <w:spacing w:line="240" w:lineRule="auto"/>
      </w:pPr>
      <w:r>
        <w:separator/>
      </w:r>
    </w:p>
  </w:footnote>
  <w:footnote w:type="continuationSeparator" w:id="0">
    <w:p w:rsidR="00737F6B" w:rsidRDefault="00737F6B" w:rsidP="00737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F6B" w:rsidRPr="00654C2F" w:rsidRDefault="00737F6B" w:rsidP="000F39F8">
    <w:pPr>
      <w:pStyle w:val="Header"/>
      <w:rPr>
        <w:rFonts w:ascii="Verdana" w:hAnsi="Verdana" w:cs="Arial"/>
      </w:rPr>
    </w:pPr>
    <w:r w:rsidRPr="00654C2F">
      <w:rPr>
        <w:rFonts w:ascii="Verdana" w:hAnsi="Verdana" w:cs="Arial"/>
      </w:rPr>
      <w:t>Mot</w:t>
    </w:r>
    <w:r w:rsidR="00143A2C" w:rsidRPr="00654C2F">
      <w:rPr>
        <w:rFonts w:ascii="Verdana" w:hAnsi="Verdana" w:cs="Arial"/>
      </w:rPr>
      <w:t>orcycle Skills Training Program</w:t>
    </w:r>
    <w:r w:rsidR="000F39F8" w:rsidRPr="00654C2F">
      <w:rPr>
        <w:rFonts w:ascii="Verdana" w:hAnsi="Verdana" w:cs="Arial"/>
      </w:rPr>
      <w:t xml:space="preserve"> —</w:t>
    </w:r>
    <w:r w:rsidR="00EE71C1" w:rsidRPr="00654C2F">
      <w:rPr>
        <w:rFonts w:ascii="Verdana" w:hAnsi="Verdana" w:cs="Arial"/>
      </w:rPr>
      <w:t xml:space="preserve"> </w:t>
    </w:r>
    <w:r w:rsidR="00EE71C1" w:rsidRPr="00654C2F">
      <w:rPr>
        <w:rFonts w:ascii="Verdana" w:hAnsi="Verdana" w:cs="Arial"/>
      </w:rPr>
      <w:t>Course Outline</w:t>
    </w:r>
    <w:r w:rsidR="00EE71C1" w:rsidRPr="00654C2F">
      <w:rPr>
        <w:rFonts w:ascii="Verdana" w:hAnsi="Verdana" w:cs="Arial"/>
      </w:rPr>
      <w:t xml:space="preserve"> continued…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1C1" w:rsidRPr="00143A2C" w:rsidRDefault="00EE71C1" w:rsidP="00EE71C1">
    <w:pPr>
      <w:pStyle w:val="Header"/>
      <w:ind w:left="-99"/>
      <w:rPr>
        <w:rFonts w:ascii="Arial" w:hAnsi="Arial" w:cs="Arial"/>
        <w:spacing w:val="4"/>
        <w:w w:val="85"/>
        <w:sz w:val="28"/>
        <w:szCs w:val="28"/>
      </w:rPr>
    </w:pPr>
    <w:r w:rsidRPr="00143A2C">
      <w:rPr>
        <w:rFonts w:ascii="Arial" w:hAnsi="Arial" w:cs="Arial"/>
        <w:b/>
        <w:spacing w:val="4"/>
        <w:w w:val="85"/>
        <w:sz w:val="28"/>
        <w:szCs w:val="28"/>
      </w:rPr>
      <w:t>Cour</w:t>
    </w:r>
    <w:r>
      <w:rPr>
        <w:rFonts w:ascii="Arial" w:hAnsi="Arial" w:cs="Arial"/>
        <w:b/>
        <w:spacing w:val="4"/>
        <w:w w:val="85"/>
        <w:sz w:val="28"/>
        <w:szCs w:val="28"/>
      </w:rPr>
      <w:t>se</w:t>
    </w:r>
    <w:r w:rsidRPr="00143A2C">
      <w:rPr>
        <w:rFonts w:ascii="Arial" w:hAnsi="Arial" w:cs="Arial"/>
        <w:b/>
        <w:spacing w:val="4"/>
        <w:w w:val="85"/>
        <w:sz w:val="28"/>
        <w:szCs w:val="28"/>
      </w:rPr>
      <w:t xml:space="preserve"> Outline</w:t>
    </w:r>
  </w:p>
  <w:p w:rsidR="00EE71C1" w:rsidRPr="00EE71C1" w:rsidRDefault="00EE71C1" w:rsidP="00EE71C1">
    <w:pPr>
      <w:pStyle w:val="Header"/>
      <w:ind w:left="-117"/>
      <w:rPr>
        <w:rFonts w:ascii="Arial" w:hAnsi="Arial" w:cs="Arial"/>
        <w:spacing w:val="4"/>
        <w:w w:val="85"/>
        <w:sz w:val="28"/>
        <w:szCs w:val="28"/>
      </w:rPr>
    </w:pPr>
    <w:r w:rsidRPr="00143A2C">
      <w:rPr>
        <w:rFonts w:ascii="Arial" w:hAnsi="Arial" w:cs="Arial"/>
        <w:spacing w:val="4"/>
        <w:w w:val="85"/>
        <w:sz w:val="28"/>
        <w:szCs w:val="28"/>
      </w:rPr>
      <w:t>Motorcycle Skills Training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6B"/>
    <w:rsid w:val="00026C82"/>
    <w:rsid w:val="00045AF9"/>
    <w:rsid w:val="00085E5A"/>
    <w:rsid w:val="000C4010"/>
    <w:rsid w:val="000D485F"/>
    <w:rsid w:val="000F39F8"/>
    <w:rsid w:val="00143A2C"/>
    <w:rsid w:val="00177656"/>
    <w:rsid w:val="001D5DA1"/>
    <w:rsid w:val="001E2AD3"/>
    <w:rsid w:val="001F77B6"/>
    <w:rsid w:val="00211D6E"/>
    <w:rsid w:val="0021752B"/>
    <w:rsid w:val="00295B95"/>
    <w:rsid w:val="002A2B2B"/>
    <w:rsid w:val="002B732E"/>
    <w:rsid w:val="002D17A6"/>
    <w:rsid w:val="002E0D6F"/>
    <w:rsid w:val="00302B26"/>
    <w:rsid w:val="003B71A5"/>
    <w:rsid w:val="00454DBC"/>
    <w:rsid w:val="004807F4"/>
    <w:rsid w:val="004A76B9"/>
    <w:rsid w:val="00565E5D"/>
    <w:rsid w:val="005C5B39"/>
    <w:rsid w:val="005D381C"/>
    <w:rsid w:val="005E2395"/>
    <w:rsid w:val="005F2161"/>
    <w:rsid w:val="00654C2F"/>
    <w:rsid w:val="00694D9E"/>
    <w:rsid w:val="00737F6B"/>
    <w:rsid w:val="007425FF"/>
    <w:rsid w:val="00750CA1"/>
    <w:rsid w:val="00765D8B"/>
    <w:rsid w:val="007D5786"/>
    <w:rsid w:val="007F35C5"/>
    <w:rsid w:val="00844FFF"/>
    <w:rsid w:val="00855FC3"/>
    <w:rsid w:val="00875778"/>
    <w:rsid w:val="00885075"/>
    <w:rsid w:val="00892F8C"/>
    <w:rsid w:val="0091057C"/>
    <w:rsid w:val="0095048B"/>
    <w:rsid w:val="00A237DA"/>
    <w:rsid w:val="00A32F49"/>
    <w:rsid w:val="00AD62CE"/>
    <w:rsid w:val="00B532C3"/>
    <w:rsid w:val="00B53C2A"/>
    <w:rsid w:val="00B7131E"/>
    <w:rsid w:val="00B74968"/>
    <w:rsid w:val="00B852D4"/>
    <w:rsid w:val="00C04ADC"/>
    <w:rsid w:val="00C74334"/>
    <w:rsid w:val="00C96E43"/>
    <w:rsid w:val="00CA6503"/>
    <w:rsid w:val="00CC5F2D"/>
    <w:rsid w:val="00CD391C"/>
    <w:rsid w:val="00EA0CFC"/>
    <w:rsid w:val="00EE71C1"/>
    <w:rsid w:val="00F901E2"/>
    <w:rsid w:val="00FA2289"/>
    <w:rsid w:val="00FB20FB"/>
    <w:rsid w:val="00FD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F6B"/>
    <w:pPr>
      <w:widowControl w:val="0"/>
      <w:spacing w:after="0" w:line="240" w:lineRule="atLeast"/>
    </w:pPr>
    <w:rPr>
      <w:rFonts w:ascii="Book Antiqua" w:eastAsia="Times New Roman" w:hAnsi="Book Antiqua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737F6B"/>
    <w:pPr>
      <w:spacing w:after="0" w:line="240" w:lineRule="auto"/>
    </w:pPr>
    <w:rPr>
      <w:rFonts w:ascii="Verdana" w:eastAsia="Times New Roman" w:hAnsi="Verdana" w:cs="Times New Roman"/>
      <w:color w:val="444433"/>
      <w:sz w:val="20"/>
      <w:szCs w:val="20"/>
    </w:rPr>
    <w:tblPr>
      <w:tblStyleRowBandSize w:val="1"/>
      <w:tblInd w:w="0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808080" w:themeFill="background1" w:themeFillShade="80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73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7F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F6B"/>
    <w:rPr>
      <w:rFonts w:ascii="Book Antiqua" w:eastAsia="Times New Roman" w:hAnsi="Book Antiqua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F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F6B"/>
    <w:rPr>
      <w:rFonts w:ascii="Book Antiqua" w:eastAsia="Times New Roman" w:hAnsi="Book Antiqua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2B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F6B"/>
    <w:pPr>
      <w:widowControl w:val="0"/>
      <w:spacing w:after="0" w:line="240" w:lineRule="atLeast"/>
    </w:pPr>
    <w:rPr>
      <w:rFonts w:ascii="Book Antiqua" w:eastAsia="Times New Roman" w:hAnsi="Book Antiqua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737F6B"/>
    <w:pPr>
      <w:spacing w:after="0" w:line="240" w:lineRule="auto"/>
    </w:pPr>
    <w:rPr>
      <w:rFonts w:ascii="Verdana" w:eastAsia="Times New Roman" w:hAnsi="Verdana" w:cs="Times New Roman"/>
      <w:color w:val="444433"/>
      <w:sz w:val="20"/>
      <w:szCs w:val="20"/>
    </w:rPr>
    <w:tblPr>
      <w:tblStyleRowBandSize w:val="1"/>
      <w:tblInd w:w="0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808080" w:themeFill="background1" w:themeFillShade="80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737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7F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F6B"/>
    <w:rPr>
      <w:rFonts w:ascii="Book Antiqua" w:eastAsia="Times New Roman" w:hAnsi="Book Antiqua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7F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F6B"/>
    <w:rPr>
      <w:rFonts w:ascii="Book Antiqua" w:eastAsia="Times New Roman" w:hAnsi="Book Antiqua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2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EDC147BA</Template>
  <TotalTime>62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sample MSTP Course Outline</vt:lpstr>
    </vt:vector>
  </TitlesOfParts>
  <Company>ICBC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sample MSTP Course Outline</dc:title>
  <dc:creator>Cybulski, Vaughn</dc:creator>
  <cp:lastModifiedBy>Cybulski, Vaughn</cp:lastModifiedBy>
  <cp:revision>37</cp:revision>
  <cp:lastPrinted>2013-10-10T16:21:00Z</cp:lastPrinted>
  <dcterms:created xsi:type="dcterms:W3CDTF">2013-10-09T17:48:00Z</dcterms:created>
  <dcterms:modified xsi:type="dcterms:W3CDTF">2013-10-10T20:35:00Z</dcterms:modified>
</cp:coreProperties>
</file>